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57B" w:rsidRDefault="00A1057B" w:rsidP="00A1057B"/>
    <w:p w:rsidR="00A1057B" w:rsidRDefault="00A1057B" w:rsidP="00A1057B"/>
    <w:p w:rsidR="00A1057B" w:rsidRDefault="00A1057B" w:rsidP="00A1057B"/>
    <w:p w:rsidR="00A1057B" w:rsidRDefault="00A1057B" w:rsidP="00A1057B"/>
    <w:p w:rsidR="000C3EB2" w:rsidRDefault="000C3EB2" w:rsidP="00A1057B">
      <w:pPr>
        <w:jc w:val="right"/>
        <w:rPr>
          <w:b/>
          <w:sz w:val="28"/>
          <w:szCs w:val="28"/>
          <w:u w:val="single"/>
        </w:rPr>
      </w:pPr>
    </w:p>
    <w:p w:rsidR="00A1057B" w:rsidRPr="00A1057B" w:rsidRDefault="00A1057B" w:rsidP="00A1057B">
      <w:pPr>
        <w:jc w:val="right"/>
        <w:rPr>
          <w:b/>
          <w:sz w:val="28"/>
          <w:szCs w:val="28"/>
          <w:u w:val="single"/>
        </w:rPr>
      </w:pPr>
      <w:r w:rsidRPr="00A1057B">
        <w:rPr>
          <w:b/>
          <w:sz w:val="28"/>
          <w:szCs w:val="28"/>
          <w:u w:val="single"/>
        </w:rPr>
        <w:t>ANNEXURE-A</w:t>
      </w:r>
    </w:p>
    <w:p w:rsidR="00A1057B" w:rsidRDefault="00A1057B" w:rsidP="00A1057B"/>
    <w:p w:rsidR="00A1057B" w:rsidRPr="00A1057B" w:rsidRDefault="00A1057B" w:rsidP="00A1057B">
      <w:pPr>
        <w:jc w:val="center"/>
        <w:rPr>
          <w:b/>
        </w:rPr>
      </w:pPr>
      <w:r w:rsidRPr="00A1057B">
        <w:rPr>
          <w:b/>
        </w:rPr>
        <w:t xml:space="preserve">APPLICATION FOR THE POST OF </w:t>
      </w:r>
      <w:r w:rsidR="00ED0F51">
        <w:rPr>
          <w:b/>
        </w:rPr>
        <w:t>DIRECTOR</w:t>
      </w:r>
      <w:r w:rsidR="000C3EB2">
        <w:rPr>
          <w:b/>
        </w:rPr>
        <w:t>/COUNSELOR</w:t>
      </w:r>
      <w:r w:rsidRPr="00A1057B">
        <w:rPr>
          <w:b/>
        </w:rPr>
        <w:t xml:space="preserve"> </w:t>
      </w:r>
      <w:r w:rsidR="000C3EB2">
        <w:rPr>
          <w:b/>
        </w:rPr>
        <w:t xml:space="preserve">FOR </w:t>
      </w:r>
      <w:r w:rsidRPr="00A1057B">
        <w:rPr>
          <w:b/>
        </w:rPr>
        <w:t>RSETI</w:t>
      </w:r>
      <w:r w:rsidR="000C3EB2">
        <w:rPr>
          <w:b/>
        </w:rPr>
        <w:t>s/FLCs</w:t>
      </w:r>
    </w:p>
    <w:p w:rsidR="00A1057B" w:rsidRPr="00A1057B" w:rsidRDefault="00A1057B" w:rsidP="00A1057B">
      <w:pPr>
        <w:jc w:val="center"/>
        <w:rPr>
          <w:b/>
        </w:rPr>
      </w:pPr>
      <w:r w:rsidRPr="00A1057B">
        <w:rPr>
          <w:b/>
          <w:u w:val="single"/>
        </w:rPr>
        <w:t>ON CONTRACTUAL BASIS</w:t>
      </w:r>
      <w:r w:rsidRPr="00A1057B">
        <w:rPr>
          <w:b/>
        </w:rPr>
        <w:t>.</w:t>
      </w:r>
    </w:p>
    <w:p w:rsidR="00A1057B" w:rsidRDefault="00A1057B" w:rsidP="00A1057B"/>
    <w:p w:rsidR="00A1057B" w:rsidRDefault="00D34739" w:rsidP="00A1057B">
      <w:r>
        <w:rPr>
          <w:noProof/>
          <w:lang w:bidi="hi-IN"/>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v:textbox>
              </v:shape>
            </w:pict>
          </mc:Fallback>
        </mc:AlternateContent>
      </w:r>
      <w:r>
        <w:rPr>
          <w:noProof/>
          <w:lang w:bidi="hi-IN"/>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D04393" w:rsidRDefault="00A1057B" w:rsidP="00D04393">
      <w:pPr>
        <w:jc w:val="both"/>
      </w:pPr>
      <w:r>
        <w:t>To</w:t>
      </w:r>
    </w:p>
    <w:p w:rsidR="00A1057B" w:rsidRDefault="00DC5D82" w:rsidP="00D04393">
      <w:pPr>
        <w:jc w:val="both"/>
      </w:pPr>
      <w:r>
        <w:t>Zonal/Regional Manager,</w:t>
      </w:r>
    </w:p>
    <w:p w:rsidR="00A1057B" w:rsidRDefault="00A1057B" w:rsidP="00D04393">
      <w:pPr>
        <w:jc w:val="both"/>
      </w:pPr>
      <w:r>
        <w:t xml:space="preserve">Central Bank of </w:t>
      </w:r>
      <w:smartTag w:uri="urn:schemas-microsoft-com:office:smarttags" w:element="country-region">
        <w:smartTag w:uri="urn:schemas-microsoft-com:office:smarttags" w:element="place">
          <w:r>
            <w:t>India</w:t>
          </w:r>
        </w:smartTag>
      </w:smartTag>
      <w:r>
        <w:t>,</w:t>
      </w:r>
    </w:p>
    <w:p w:rsidR="00A1057B" w:rsidRDefault="00A1057B" w:rsidP="00D04393">
      <w:pPr>
        <w:jc w:val="both"/>
      </w:pPr>
      <w:r>
        <w:t>______________________,</w:t>
      </w:r>
    </w:p>
    <w:p w:rsidR="00A1057B" w:rsidRDefault="00A1057B" w:rsidP="00D04393">
      <w:pPr>
        <w:jc w:val="both"/>
      </w:pPr>
      <w:r>
        <w:t>______________________,</w:t>
      </w:r>
    </w:p>
    <w:p w:rsidR="00A1057B" w:rsidRDefault="00A1057B" w:rsidP="00D04393">
      <w:pPr>
        <w:jc w:val="both"/>
      </w:pPr>
      <w:r>
        <w:t>______________________.</w:t>
      </w:r>
    </w:p>
    <w:p w:rsidR="00F728D8" w:rsidRDefault="00F728D8" w:rsidP="00D04393">
      <w:pPr>
        <w:jc w:val="both"/>
      </w:pPr>
    </w:p>
    <w:p w:rsidR="00F728D8" w:rsidRDefault="00F728D8" w:rsidP="00D04393">
      <w:pPr>
        <w:jc w:val="both"/>
      </w:pPr>
      <w:r>
        <w:t>With reference to your advertisement on Bank’s Website dated _____________ I, submit my application in prescribed format.</w:t>
      </w:r>
    </w:p>
    <w:p w:rsidR="00F728D8" w:rsidRDefault="00F728D8"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Tr="004C1C77">
        <w:tc>
          <w:tcPr>
            <w:tcW w:w="646" w:type="dxa"/>
            <w:shd w:val="clear" w:color="auto" w:fill="auto"/>
          </w:tcPr>
          <w:p w:rsidR="00F728D8" w:rsidRDefault="00F728D8" w:rsidP="004C1C77">
            <w:pPr>
              <w:jc w:val="both"/>
            </w:pPr>
            <w:r>
              <w:t>1.</w:t>
            </w:r>
          </w:p>
        </w:tc>
        <w:tc>
          <w:tcPr>
            <w:tcW w:w="4198" w:type="dxa"/>
            <w:shd w:val="clear" w:color="auto" w:fill="auto"/>
          </w:tcPr>
          <w:p w:rsidR="00F728D8" w:rsidRPr="004C1C77" w:rsidRDefault="00F728D8" w:rsidP="004C1C77">
            <w:pPr>
              <w:jc w:val="both"/>
              <w:rPr>
                <w:b/>
              </w:rPr>
            </w:pPr>
            <w:r w:rsidRPr="004C1C77">
              <w:rPr>
                <w:b/>
              </w:rPr>
              <w:t>NAME (in full)</w:t>
            </w:r>
          </w:p>
          <w:p w:rsidR="002B7DD7" w:rsidRPr="004C1C77" w:rsidRDefault="002B7DD7" w:rsidP="004C1C77">
            <w:pPr>
              <w:jc w:val="both"/>
              <w:rPr>
                <w:b/>
              </w:rPr>
            </w:pPr>
          </w:p>
        </w:tc>
        <w:tc>
          <w:tcPr>
            <w:tcW w:w="304" w:type="dxa"/>
            <w:shd w:val="clear" w:color="auto" w:fill="auto"/>
          </w:tcPr>
          <w:p w:rsidR="00F728D8" w:rsidRDefault="00F728D8" w:rsidP="004C1C77">
            <w:pPr>
              <w:jc w:val="both"/>
            </w:pPr>
            <w:r>
              <w:t>:</w:t>
            </w:r>
          </w:p>
        </w:tc>
        <w:tc>
          <w:tcPr>
            <w:tcW w:w="4664" w:type="dxa"/>
            <w:shd w:val="clear" w:color="auto" w:fill="auto"/>
          </w:tcPr>
          <w:p w:rsidR="00F728D8" w:rsidRPr="00F728D8" w:rsidRDefault="00F728D8" w:rsidP="004C1C77">
            <w:pPr>
              <w:jc w:val="both"/>
            </w:pPr>
          </w:p>
        </w:tc>
      </w:tr>
      <w:tr w:rsidR="002B7DD7" w:rsidTr="004C1C77">
        <w:tc>
          <w:tcPr>
            <w:tcW w:w="646" w:type="dxa"/>
            <w:shd w:val="clear" w:color="auto" w:fill="auto"/>
          </w:tcPr>
          <w:p w:rsidR="00F728D8" w:rsidRDefault="00F728D8" w:rsidP="004C1C77">
            <w:pPr>
              <w:jc w:val="both"/>
            </w:pPr>
            <w:r>
              <w:t>2.</w:t>
            </w:r>
          </w:p>
        </w:tc>
        <w:tc>
          <w:tcPr>
            <w:tcW w:w="4198" w:type="dxa"/>
            <w:shd w:val="clear" w:color="auto" w:fill="auto"/>
          </w:tcPr>
          <w:p w:rsidR="00F728D8" w:rsidRPr="004C1C77" w:rsidRDefault="00F728D8" w:rsidP="00F728D8">
            <w:pPr>
              <w:rPr>
                <w:b/>
              </w:rPr>
            </w:pPr>
            <w:r w:rsidRPr="004C1C77">
              <w:rPr>
                <w:b/>
              </w:rPr>
              <w:t>ADDRESS FOR CORRESPONDENCE</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p w:rsidR="00F728D8" w:rsidRDefault="00F728D8" w:rsidP="004C1C77">
            <w:pPr>
              <w:jc w:val="both"/>
            </w:pPr>
          </w:p>
        </w:tc>
      </w:tr>
      <w:tr w:rsidR="00F728D8" w:rsidTr="004C1C77">
        <w:tc>
          <w:tcPr>
            <w:tcW w:w="646" w:type="dxa"/>
            <w:shd w:val="clear" w:color="auto" w:fill="auto"/>
          </w:tcPr>
          <w:p w:rsidR="00F728D8" w:rsidRDefault="00F728D8" w:rsidP="004C1C77">
            <w:pPr>
              <w:jc w:val="both"/>
            </w:pPr>
            <w:r>
              <w:t>3.</w:t>
            </w:r>
          </w:p>
        </w:tc>
        <w:tc>
          <w:tcPr>
            <w:tcW w:w="4198" w:type="dxa"/>
            <w:shd w:val="clear" w:color="auto" w:fill="auto"/>
          </w:tcPr>
          <w:p w:rsidR="00F728D8" w:rsidRPr="004C1C77" w:rsidRDefault="00F728D8" w:rsidP="00F728D8">
            <w:pPr>
              <w:rPr>
                <w:b/>
              </w:rPr>
            </w:pPr>
            <w:r w:rsidRPr="004C1C77">
              <w:rPr>
                <w:b/>
              </w:rPr>
              <w:t>CATEGORY</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4.</w:t>
            </w:r>
          </w:p>
        </w:tc>
        <w:tc>
          <w:tcPr>
            <w:tcW w:w="4198" w:type="dxa"/>
            <w:shd w:val="clear" w:color="auto" w:fill="auto"/>
          </w:tcPr>
          <w:p w:rsidR="002B7DD7" w:rsidRPr="004C1C77" w:rsidRDefault="002B7DD7" w:rsidP="00F728D8">
            <w:pPr>
              <w:rPr>
                <w:b/>
              </w:rPr>
            </w:pPr>
            <w:r w:rsidRPr="004C1C77">
              <w:rPr>
                <w:b/>
              </w:rPr>
              <w:t>If person with Disability:</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Type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Percentage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5.</w:t>
            </w:r>
          </w:p>
        </w:tc>
        <w:tc>
          <w:tcPr>
            <w:tcW w:w="4198" w:type="dxa"/>
            <w:shd w:val="clear" w:color="auto" w:fill="auto"/>
          </w:tcPr>
          <w:p w:rsidR="002B7DD7" w:rsidRPr="004C1C77" w:rsidRDefault="002B7DD7" w:rsidP="00F728D8">
            <w:pPr>
              <w:rPr>
                <w:b/>
              </w:rPr>
            </w:pPr>
            <w:r w:rsidRPr="004C1C77">
              <w:rPr>
                <w:b/>
              </w:rPr>
              <w:t>Date of Birth (as per School leaving</w:t>
            </w:r>
          </w:p>
          <w:p w:rsidR="002B7DD7" w:rsidRPr="004C1C77" w:rsidRDefault="002B7DD7" w:rsidP="00F728D8">
            <w:pPr>
              <w:rPr>
                <w:b/>
              </w:rPr>
            </w:pPr>
            <w:r w:rsidRPr="004C1C77">
              <w:rPr>
                <w:b/>
              </w:rPr>
              <w:t>Certificate)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bookmarkStart w:id="0" w:name="_GoBack"/>
            <w:bookmarkEnd w:id="0"/>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Age in completed years as on ________</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6.</w:t>
            </w:r>
          </w:p>
        </w:tc>
        <w:tc>
          <w:tcPr>
            <w:tcW w:w="4198" w:type="dxa"/>
            <w:shd w:val="clear" w:color="auto" w:fill="auto"/>
          </w:tcPr>
          <w:p w:rsidR="002B7DD7" w:rsidRPr="004C1C77" w:rsidRDefault="002B7DD7" w:rsidP="00F728D8">
            <w:pPr>
              <w:rPr>
                <w:b/>
              </w:rPr>
            </w:pPr>
            <w:r w:rsidRPr="004C1C77">
              <w:rPr>
                <w:b/>
              </w:rPr>
              <w:t>Details of Non-refundable Application Fees: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Name of DD Issuing Bank</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Place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Date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Amount</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7.</w:t>
            </w:r>
          </w:p>
        </w:tc>
        <w:tc>
          <w:tcPr>
            <w:tcW w:w="4198" w:type="dxa"/>
            <w:shd w:val="clear" w:color="auto" w:fill="auto"/>
          </w:tcPr>
          <w:p w:rsidR="002B7DD7" w:rsidRPr="004C1C77" w:rsidRDefault="002B7DD7" w:rsidP="00F728D8">
            <w:pPr>
              <w:rPr>
                <w:b/>
              </w:rPr>
            </w:pPr>
            <w:r w:rsidRPr="004C1C77">
              <w:rPr>
                <w:b/>
              </w:rPr>
              <w:t>Contact Details: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Mobile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Landline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e-mail ID</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BE133B" w:rsidTr="004C1C77">
        <w:tc>
          <w:tcPr>
            <w:tcW w:w="646" w:type="dxa"/>
            <w:shd w:val="clear" w:color="auto" w:fill="auto"/>
          </w:tcPr>
          <w:p w:rsidR="00BE133B" w:rsidRDefault="00BE133B" w:rsidP="004C1C77">
            <w:pPr>
              <w:jc w:val="both"/>
            </w:pPr>
            <w:r>
              <w:t>8.</w:t>
            </w:r>
          </w:p>
        </w:tc>
        <w:tc>
          <w:tcPr>
            <w:tcW w:w="4198" w:type="dxa"/>
            <w:shd w:val="clear" w:color="auto" w:fill="auto"/>
          </w:tcPr>
          <w:p w:rsidR="00BE133B" w:rsidRPr="004C1C77" w:rsidRDefault="00BE133B" w:rsidP="00F728D8">
            <w:pPr>
              <w:rPr>
                <w:b/>
              </w:rPr>
            </w:pPr>
            <w:r w:rsidRPr="004C1C77">
              <w:rPr>
                <w:b/>
              </w:rPr>
              <w:t>GENDER</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9.</w:t>
            </w:r>
          </w:p>
        </w:tc>
        <w:tc>
          <w:tcPr>
            <w:tcW w:w="4198" w:type="dxa"/>
            <w:shd w:val="clear" w:color="auto" w:fill="auto"/>
          </w:tcPr>
          <w:p w:rsidR="00BE133B" w:rsidRPr="004C1C77" w:rsidRDefault="00BE133B" w:rsidP="00F728D8">
            <w:pPr>
              <w:rPr>
                <w:b/>
              </w:rPr>
            </w:pPr>
            <w:r w:rsidRPr="004C1C77">
              <w:rPr>
                <w:b/>
              </w:rPr>
              <w:t>NATIONALITY</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10.</w:t>
            </w:r>
          </w:p>
        </w:tc>
        <w:tc>
          <w:tcPr>
            <w:tcW w:w="4198" w:type="dxa"/>
            <w:shd w:val="clear" w:color="auto" w:fill="auto"/>
          </w:tcPr>
          <w:p w:rsidR="00BE133B" w:rsidRPr="004C1C77" w:rsidRDefault="00BE133B" w:rsidP="00F728D8">
            <w:pPr>
              <w:rPr>
                <w:b/>
              </w:rPr>
            </w:pPr>
            <w:r w:rsidRPr="004C1C77">
              <w:rPr>
                <w:b/>
              </w:rPr>
              <w:t>RELIGION</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11.</w:t>
            </w:r>
          </w:p>
        </w:tc>
        <w:tc>
          <w:tcPr>
            <w:tcW w:w="4198" w:type="dxa"/>
            <w:shd w:val="clear" w:color="auto" w:fill="auto"/>
          </w:tcPr>
          <w:p w:rsidR="00BE133B" w:rsidRPr="004C1C77" w:rsidRDefault="00BE133B" w:rsidP="00F728D8">
            <w:pPr>
              <w:rPr>
                <w:b/>
              </w:rPr>
            </w:pPr>
            <w:r w:rsidRPr="004C1C77">
              <w:rPr>
                <w:b/>
              </w:rPr>
              <w:t>MARITAL STATUS</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12.</w:t>
            </w:r>
          </w:p>
        </w:tc>
        <w:tc>
          <w:tcPr>
            <w:tcW w:w="4198" w:type="dxa"/>
            <w:shd w:val="clear" w:color="auto" w:fill="auto"/>
          </w:tcPr>
          <w:p w:rsidR="00BE133B" w:rsidRPr="004C1C77" w:rsidRDefault="00BE133B" w:rsidP="00F728D8">
            <w:pPr>
              <w:rPr>
                <w:b/>
              </w:rPr>
            </w:pPr>
            <w:r w:rsidRPr="004C1C77">
              <w:rPr>
                <w:b/>
              </w:rPr>
              <w:t>FATHER’s / HUSBAND’s NAME</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bl>
    <w:p w:rsidR="00F728D8" w:rsidRDefault="00F728D8" w:rsidP="00D04393">
      <w:pPr>
        <w:jc w:val="both"/>
      </w:pPr>
    </w:p>
    <w:p w:rsidR="00F01DB4" w:rsidRDefault="00F01DB4" w:rsidP="00D04393">
      <w:pPr>
        <w:jc w:val="both"/>
      </w:pPr>
    </w:p>
    <w:p w:rsidR="00F01DB4" w:rsidRDefault="00F01DB4" w:rsidP="00D04393">
      <w:pPr>
        <w:jc w:val="both"/>
      </w:pPr>
    </w:p>
    <w:p w:rsidR="00D56A7B" w:rsidRPr="00D56A7B" w:rsidRDefault="00D56A7B" w:rsidP="00D56A7B">
      <w:pPr>
        <w:rPr>
          <w:sz w:val="12"/>
          <w:szCs w:val="12"/>
        </w:rPr>
      </w:pPr>
      <w:r w:rsidRPr="00D56A7B">
        <w:rPr>
          <w:sz w:val="12"/>
          <w:szCs w:val="12"/>
        </w:rPr>
        <w:lastRenderedPageBreak/>
        <w:t>Rd-2925-RSETI-recruitment details</w:t>
      </w: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C96031" w:rsidP="00C96031">
      <w:pPr>
        <w:tabs>
          <w:tab w:val="left" w:pos="2020"/>
        </w:tabs>
        <w:jc w:val="both"/>
      </w:pPr>
      <w:r>
        <w:tab/>
      </w:r>
    </w:p>
    <w:p w:rsidR="00894CD4" w:rsidRDefault="00894CD4" w:rsidP="00D04393">
      <w:pPr>
        <w:jc w:val="both"/>
      </w:pPr>
    </w:p>
    <w:p w:rsidR="00894CD4" w:rsidRDefault="00894CD4" w:rsidP="00D04393">
      <w:pPr>
        <w:jc w:val="both"/>
      </w:pPr>
    </w:p>
    <w:p w:rsidR="001B3363" w:rsidRDefault="001B3363"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1B3363" w:rsidRPr="004C1C77" w:rsidTr="004C1C77">
        <w:tc>
          <w:tcPr>
            <w:tcW w:w="646" w:type="dxa"/>
            <w:shd w:val="clear" w:color="auto" w:fill="auto"/>
          </w:tcPr>
          <w:p w:rsidR="001B3363" w:rsidRDefault="001B3363" w:rsidP="004C1C77">
            <w:pPr>
              <w:jc w:val="both"/>
            </w:pPr>
            <w:r>
              <w:t>13.</w:t>
            </w:r>
          </w:p>
        </w:tc>
        <w:tc>
          <w:tcPr>
            <w:tcW w:w="4198" w:type="dxa"/>
            <w:shd w:val="clear" w:color="auto" w:fill="auto"/>
          </w:tcPr>
          <w:p w:rsidR="001B3363" w:rsidRPr="004C1C77" w:rsidRDefault="001B3363" w:rsidP="00A04B47">
            <w:pPr>
              <w:rPr>
                <w:b/>
              </w:rPr>
            </w:pPr>
            <w:r w:rsidRPr="004C1C77">
              <w:rPr>
                <w:b/>
              </w:rPr>
              <w:t>PERMANENT ADDRESS</w:t>
            </w:r>
          </w:p>
        </w:tc>
        <w:tc>
          <w:tcPr>
            <w:tcW w:w="304" w:type="dxa"/>
            <w:shd w:val="clear" w:color="auto" w:fill="auto"/>
          </w:tcPr>
          <w:p w:rsidR="001B3363" w:rsidRDefault="001B3363" w:rsidP="004C1C77">
            <w:pPr>
              <w:jc w:val="both"/>
            </w:pPr>
            <w:r>
              <w:t>:</w:t>
            </w:r>
          </w:p>
        </w:tc>
        <w:tc>
          <w:tcPr>
            <w:tcW w:w="4664" w:type="dxa"/>
            <w:shd w:val="clear" w:color="auto" w:fill="auto"/>
          </w:tcPr>
          <w:p w:rsidR="001B3363" w:rsidRDefault="001B3363" w:rsidP="004C1C77">
            <w:pPr>
              <w:jc w:val="both"/>
            </w:pPr>
          </w:p>
          <w:p w:rsidR="001B3363" w:rsidRPr="004C1C77" w:rsidRDefault="001B3363" w:rsidP="004C1C77">
            <w:pPr>
              <w:jc w:val="both"/>
              <w:rPr>
                <w:sz w:val="16"/>
                <w:szCs w:val="16"/>
              </w:rPr>
            </w:pPr>
          </w:p>
          <w:p w:rsidR="001B3363" w:rsidRPr="004C1C77" w:rsidRDefault="001B3363" w:rsidP="004C1C77">
            <w:pPr>
              <w:jc w:val="both"/>
              <w:rPr>
                <w:sz w:val="16"/>
                <w:szCs w:val="16"/>
              </w:rPr>
            </w:pPr>
          </w:p>
          <w:p w:rsidR="001B3363" w:rsidRPr="004C1C77" w:rsidRDefault="001B3363" w:rsidP="004C1C77">
            <w:pPr>
              <w:jc w:val="both"/>
              <w:rPr>
                <w:sz w:val="16"/>
                <w:szCs w:val="16"/>
              </w:rPr>
            </w:pPr>
          </w:p>
        </w:tc>
      </w:tr>
    </w:tbl>
    <w:p w:rsidR="001B3363" w:rsidRDefault="001B3363" w:rsidP="00D04393">
      <w:pPr>
        <w:jc w:val="both"/>
      </w:pPr>
    </w:p>
    <w:p w:rsidR="001B3363" w:rsidRDefault="001B3363" w:rsidP="00D04393">
      <w:pPr>
        <w:jc w:val="both"/>
      </w:pPr>
      <w:r>
        <w:t xml:space="preserve">14.  </w:t>
      </w:r>
      <w:r w:rsidRPr="001B3363">
        <w:rPr>
          <w:b/>
          <w:u w:val="single"/>
        </w:rPr>
        <w:t>EDUCATIONAL  QUALIFICATION</w:t>
      </w:r>
      <w:r>
        <w:t>:</w:t>
      </w:r>
    </w:p>
    <w:p w:rsidR="001B3363" w:rsidRDefault="001B3363"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1B3363" w:rsidRPr="004C1C77" w:rsidTr="004C1C77">
        <w:tc>
          <w:tcPr>
            <w:tcW w:w="1368" w:type="dxa"/>
            <w:shd w:val="clear" w:color="auto" w:fill="auto"/>
          </w:tcPr>
          <w:p w:rsidR="001B3363" w:rsidRPr="004C1C77" w:rsidRDefault="00E42052" w:rsidP="004C1C77">
            <w:pPr>
              <w:jc w:val="center"/>
              <w:rPr>
                <w:b/>
                <w:sz w:val="22"/>
                <w:szCs w:val="22"/>
              </w:rPr>
            </w:pPr>
            <w:r w:rsidRPr="004C1C77">
              <w:rPr>
                <w:b/>
                <w:sz w:val="22"/>
                <w:szCs w:val="22"/>
              </w:rPr>
              <w:t>Qualification</w:t>
            </w:r>
          </w:p>
        </w:tc>
        <w:tc>
          <w:tcPr>
            <w:tcW w:w="1368" w:type="dxa"/>
            <w:shd w:val="clear" w:color="auto" w:fill="auto"/>
          </w:tcPr>
          <w:p w:rsidR="001B3363" w:rsidRPr="004C1C77" w:rsidRDefault="00E42052" w:rsidP="004C1C77">
            <w:pPr>
              <w:jc w:val="center"/>
              <w:rPr>
                <w:b/>
                <w:sz w:val="22"/>
                <w:szCs w:val="22"/>
              </w:rPr>
            </w:pPr>
            <w:r w:rsidRPr="004C1C77">
              <w:rPr>
                <w:b/>
                <w:sz w:val="22"/>
                <w:szCs w:val="22"/>
              </w:rPr>
              <w:t>Details (B.A/ B. Sc. / M.A</w:t>
            </w:r>
            <w:r w:rsidR="00381361" w:rsidRPr="004C1C77">
              <w:rPr>
                <w:b/>
                <w:sz w:val="22"/>
                <w:szCs w:val="22"/>
              </w:rPr>
              <w:t xml:space="preserve"> /</w:t>
            </w:r>
            <w:r w:rsidRPr="004C1C77">
              <w:rPr>
                <w:b/>
                <w:sz w:val="22"/>
                <w:szCs w:val="22"/>
              </w:rPr>
              <w:t xml:space="preserve"> </w:t>
            </w:r>
            <w:r w:rsidR="00381361" w:rsidRPr="004C1C77">
              <w:rPr>
                <w:b/>
                <w:sz w:val="22"/>
                <w:szCs w:val="22"/>
              </w:rPr>
              <w:t xml:space="preserve">     </w:t>
            </w:r>
            <w:r w:rsidRPr="004C1C77">
              <w:rPr>
                <w:b/>
                <w:sz w:val="22"/>
                <w:szCs w:val="22"/>
              </w:rPr>
              <w:t>M. Sc. Etc.)</w:t>
            </w:r>
          </w:p>
        </w:tc>
        <w:tc>
          <w:tcPr>
            <w:tcW w:w="1368" w:type="dxa"/>
            <w:shd w:val="clear" w:color="auto" w:fill="auto"/>
          </w:tcPr>
          <w:p w:rsidR="001B3363" w:rsidRPr="004C1C77" w:rsidRDefault="00381361" w:rsidP="004C1C77">
            <w:pPr>
              <w:jc w:val="center"/>
              <w:rPr>
                <w:b/>
                <w:sz w:val="22"/>
                <w:szCs w:val="22"/>
              </w:rPr>
            </w:pPr>
            <w:r w:rsidRPr="004C1C77">
              <w:rPr>
                <w:b/>
                <w:sz w:val="22"/>
                <w:szCs w:val="22"/>
              </w:rPr>
              <w:t>Board / University</w:t>
            </w:r>
          </w:p>
        </w:tc>
        <w:tc>
          <w:tcPr>
            <w:tcW w:w="1368" w:type="dxa"/>
            <w:shd w:val="clear" w:color="auto" w:fill="auto"/>
          </w:tcPr>
          <w:p w:rsidR="001B3363" w:rsidRPr="004C1C77" w:rsidRDefault="00381361" w:rsidP="004C1C77">
            <w:pPr>
              <w:jc w:val="center"/>
              <w:rPr>
                <w:b/>
                <w:sz w:val="22"/>
                <w:szCs w:val="22"/>
              </w:rPr>
            </w:pPr>
            <w:r w:rsidRPr="004C1C77">
              <w:rPr>
                <w:b/>
                <w:sz w:val="22"/>
                <w:szCs w:val="22"/>
              </w:rPr>
              <w:t>Full Time / Part-Time</w:t>
            </w:r>
          </w:p>
        </w:tc>
        <w:tc>
          <w:tcPr>
            <w:tcW w:w="1368" w:type="dxa"/>
            <w:shd w:val="clear" w:color="auto" w:fill="auto"/>
          </w:tcPr>
          <w:p w:rsidR="001B3363" w:rsidRPr="004C1C77" w:rsidRDefault="00381361" w:rsidP="004C1C77">
            <w:pPr>
              <w:jc w:val="center"/>
              <w:rPr>
                <w:b/>
                <w:sz w:val="22"/>
                <w:szCs w:val="22"/>
              </w:rPr>
            </w:pPr>
            <w:r w:rsidRPr="004C1C77">
              <w:rPr>
                <w:b/>
                <w:sz w:val="22"/>
                <w:szCs w:val="22"/>
              </w:rPr>
              <w:t>Year of Passing</w:t>
            </w:r>
          </w:p>
        </w:tc>
        <w:tc>
          <w:tcPr>
            <w:tcW w:w="1368" w:type="dxa"/>
            <w:shd w:val="clear" w:color="auto" w:fill="auto"/>
          </w:tcPr>
          <w:p w:rsidR="001B3363" w:rsidRPr="004C1C77" w:rsidRDefault="00381361" w:rsidP="004C1C77">
            <w:pPr>
              <w:jc w:val="center"/>
              <w:rPr>
                <w:b/>
                <w:sz w:val="22"/>
                <w:szCs w:val="22"/>
              </w:rPr>
            </w:pPr>
            <w:r w:rsidRPr="004C1C77">
              <w:rPr>
                <w:b/>
                <w:sz w:val="22"/>
                <w:szCs w:val="22"/>
              </w:rPr>
              <w:t>Subject / Specialization</w:t>
            </w:r>
          </w:p>
        </w:tc>
        <w:tc>
          <w:tcPr>
            <w:tcW w:w="1620" w:type="dxa"/>
            <w:shd w:val="clear" w:color="auto" w:fill="auto"/>
          </w:tcPr>
          <w:p w:rsidR="001B3363" w:rsidRPr="004C1C77" w:rsidRDefault="00381361" w:rsidP="004C1C77">
            <w:pPr>
              <w:jc w:val="center"/>
              <w:rPr>
                <w:b/>
                <w:sz w:val="22"/>
                <w:szCs w:val="22"/>
              </w:rPr>
            </w:pPr>
            <w:r w:rsidRPr="004C1C77">
              <w:rPr>
                <w:b/>
                <w:sz w:val="22"/>
                <w:szCs w:val="22"/>
              </w:rPr>
              <w:t>Marks (Rank if any)</w:t>
            </w:r>
          </w:p>
        </w:tc>
      </w:tr>
      <w:tr w:rsidR="001B3363" w:rsidTr="004C1C77">
        <w:tc>
          <w:tcPr>
            <w:tcW w:w="1368" w:type="dxa"/>
            <w:shd w:val="clear" w:color="auto" w:fill="auto"/>
          </w:tcPr>
          <w:p w:rsidR="001B3363"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620" w:type="dxa"/>
            <w:shd w:val="clear" w:color="auto" w:fill="auto"/>
          </w:tcPr>
          <w:p w:rsidR="001B3363" w:rsidRPr="004C1C77" w:rsidRDefault="001B3363" w:rsidP="004C1C77">
            <w:pPr>
              <w:jc w:val="both"/>
              <w:rPr>
                <w:sz w:val="22"/>
                <w:szCs w:val="22"/>
              </w:rPr>
            </w:pPr>
          </w:p>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Post</w:t>
            </w:r>
          </w:p>
          <w:p w:rsidR="00381361"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Professional</w:t>
            </w:r>
          </w:p>
          <w:p w:rsidR="00381361" w:rsidRPr="004C1C77" w:rsidRDefault="00381361" w:rsidP="004C1C77">
            <w:pPr>
              <w:jc w:val="both"/>
              <w:rPr>
                <w:b/>
                <w:sz w:val="22"/>
                <w:szCs w:val="22"/>
              </w:rPr>
            </w:pPr>
            <w:r w:rsidRPr="004C1C77">
              <w:rPr>
                <w:b/>
                <w:sz w:val="22"/>
                <w:szCs w:val="22"/>
              </w:rPr>
              <w:t>Qualification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 xml:space="preserve">Others / </w:t>
            </w:r>
          </w:p>
          <w:p w:rsidR="00381361" w:rsidRPr="004C1C77" w:rsidRDefault="00381361" w:rsidP="004C1C77">
            <w:pPr>
              <w:jc w:val="both"/>
              <w:rPr>
                <w:b/>
                <w:sz w:val="22"/>
                <w:szCs w:val="22"/>
              </w:rPr>
            </w:pPr>
            <w:r w:rsidRPr="004C1C77">
              <w:rPr>
                <w:b/>
                <w:sz w:val="22"/>
                <w:szCs w:val="22"/>
              </w:rPr>
              <w:t>Computer</w:t>
            </w:r>
          </w:p>
          <w:p w:rsidR="00381361" w:rsidRPr="004C1C77" w:rsidRDefault="00381361" w:rsidP="004C1C77">
            <w:pPr>
              <w:jc w:val="both"/>
              <w:rPr>
                <w:b/>
                <w:sz w:val="22"/>
                <w:szCs w:val="22"/>
              </w:rPr>
            </w:pPr>
            <w:r w:rsidRPr="004C1C77">
              <w:rPr>
                <w:b/>
                <w:sz w:val="22"/>
                <w:szCs w:val="22"/>
              </w:rPr>
              <w:t>Knowledge</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bl>
    <w:p w:rsidR="001B3363" w:rsidRDefault="001B3363" w:rsidP="00D04393">
      <w:pPr>
        <w:jc w:val="both"/>
      </w:pPr>
    </w:p>
    <w:p w:rsidR="00381361" w:rsidRDefault="00381361" w:rsidP="00D04393">
      <w:pPr>
        <w:jc w:val="both"/>
      </w:pPr>
      <w:r>
        <w:t>15</w:t>
      </w:r>
      <w:r w:rsidRPr="00426AF2">
        <w:rPr>
          <w:u w:val="single"/>
        </w:rPr>
        <w:t>.</w:t>
      </w:r>
      <w:r w:rsidR="00426AF2" w:rsidRPr="00426AF2">
        <w:rPr>
          <w:u w:val="single"/>
        </w:rPr>
        <w:t xml:space="preserve">  </w:t>
      </w:r>
      <w:r w:rsidR="00426AF2" w:rsidRPr="00426AF2">
        <w:rPr>
          <w:b/>
          <w:u w:val="single"/>
        </w:rPr>
        <w:t>RELATIVE EXPERIENCE</w:t>
      </w:r>
      <w:r w:rsidR="00426AF2" w:rsidRPr="00426AF2">
        <w:rPr>
          <w:b/>
        </w:rPr>
        <w:t xml:space="preserve"> – Total (in years) ________________.</w:t>
      </w:r>
    </w:p>
    <w:p w:rsidR="00426AF2" w:rsidRDefault="00426AF2"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292"/>
        <w:gridCol w:w="1363"/>
        <w:gridCol w:w="1335"/>
        <w:gridCol w:w="1683"/>
        <w:gridCol w:w="1284"/>
        <w:gridCol w:w="1608"/>
      </w:tblGrid>
      <w:tr w:rsidR="00426AF2" w:rsidRPr="004C1C77" w:rsidTr="004C1C77">
        <w:tc>
          <w:tcPr>
            <w:tcW w:w="1368" w:type="dxa"/>
            <w:shd w:val="clear" w:color="auto" w:fill="auto"/>
          </w:tcPr>
          <w:p w:rsidR="00426AF2" w:rsidRPr="004C1C77" w:rsidRDefault="00426AF2" w:rsidP="004C1C77">
            <w:pPr>
              <w:jc w:val="center"/>
              <w:rPr>
                <w:b/>
                <w:sz w:val="22"/>
                <w:szCs w:val="22"/>
              </w:rPr>
            </w:pPr>
            <w:r w:rsidRPr="004C1C77">
              <w:rPr>
                <w:b/>
                <w:sz w:val="22"/>
                <w:szCs w:val="22"/>
              </w:rPr>
              <w:t>Sr. No.</w:t>
            </w:r>
          </w:p>
        </w:tc>
        <w:tc>
          <w:tcPr>
            <w:tcW w:w="1368" w:type="dxa"/>
            <w:shd w:val="clear" w:color="auto" w:fill="auto"/>
          </w:tcPr>
          <w:p w:rsidR="00426AF2" w:rsidRPr="004C1C77" w:rsidRDefault="00426AF2" w:rsidP="004C1C77">
            <w:pPr>
              <w:jc w:val="center"/>
              <w:rPr>
                <w:b/>
                <w:sz w:val="22"/>
                <w:szCs w:val="22"/>
              </w:rPr>
            </w:pPr>
            <w:r w:rsidRPr="004C1C77">
              <w:rPr>
                <w:b/>
                <w:sz w:val="22"/>
                <w:szCs w:val="22"/>
              </w:rPr>
              <w:t>Name of Bank</w:t>
            </w:r>
          </w:p>
        </w:tc>
        <w:tc>
          <w:tcPr>
            <w:tcW w:w="1368" w:type="dxa"/>
            <w:shd w:val="clear" w:color="auto" w:fill="auto"/>
          </w:tcPr>
          <w:p w:rsidR="00426AF2" w:rsidRPr="004C1C77" w:rsidRDefault="00426AF2" w:rsidP="004C1C77">
            <w:pPr>
              <w:jc w:val="center"/>
              <w:rPr>
                <w:b/>
                <w:sz w:val="22"/>
                <w:szCs w:val="22"/>
              </w:rPr>
            </w:pPr>
            <w:r w:rsidRPr="004C1C77">
              <w:rPr>
                <w:b/>
                <w:sz w:val="22"/>
                <w:szCs w:val="22"/>
              </w:rPr>
              <w:t>Designation</w:t>
            </w:r>
          </w:p>
        </w:tc>
        <w:tc>
          <w:tcPr>
            <w:tcW w:w="1368" w:type="dxa"/>
            <w:shd w:val="clear" w:color="auto" w:fill="auto"/>
          </w:tcPr>
          <w:p w:rsidR="00426AF2" w:rsidRPr="004C1C77" w:rsidRDefault="00426AF2" w:rsidP="004C1C77">
            <w:pPr>
              <w:jc w:val="center"/>
              <w:rPr>
                <w:b/>
                <w:sz w:val="22"/>
                <w:szCs w:val="22"/>
              </w:rPr>
            </w:pPr>
            <w:proofErr w:type="spellStart"/>
            <w:r w:rsidRPr="004C1C77">
              <w:rPr>
                <w:b/>
                <w:sz w:val="22"/>
                <w:szCs w:val="22"/>
              </w:rPr>
              <w:t>Duragion</w:t>
            </w:r>
            <w:proofErr w:type="spellEnd"/>
          </w:p>
        </w:tc>
        <w:tc>
          <w:tcPr>
            <w:tcW w:w="1368" w:type="dxa"/>
            <w:shd w:val="clear" w:color="auto" w:fill="auto"/>
          </w:tcPr>
          <w:p w:rsidR="00426AF2" w:rsidRPr="004C1C77" w:rsidRDefault="00426AF2" w:rsidP="004C1C77">
            <w:pPr>
              <w:jc w:val="center"/>
              <w:rPr>
                <w:b/>
                <w:sz w:val="22"/>
                <w:szCs w:val="22"/>
              </w:rPr>
            </w:pPr>
            <w:r w:rsidRPr="004C1C77">
              <w:rPr>
                <w:b/>
                <w:sz w:val="22"/>
                <w:szCs w:val="22"/>
              </w:rPr>
              <w:t>Responsibilities</w:t>
            </w:r>
          </w:p>
        </w:tc>
        <w:tc>
          <w:tcPr>
            <w:tcW w:w="1368" w:type="dxa"/>
            <w:shd w:val="clear" w:color="auto" w:fill="auto"/>
          </w:tcPr>
          <w:p w:rsidR="00426AF2" w:rsidRPr="004C1C77" w:rsidRDefault="00426AF2" w:rsidP="004C1C77">
            <w:pPr>
              <w:jc w:val="center"/>
              <w:rPr>
                <w:b/>
                <w:sz w:val="22"/>
                <w:szCs w:val="22"/>
              </w:rPr>
            </w:pPr>
            <w:r w:rsidRPr="004C1C77">
              <w:rPr>
                <w:b/>
                <w:sz w:val="22"/>
                <w:szCs w:val="22"/>
              </w:rPr>
              <w:t>Pay Scale</w:t>
            </w:r>
          </w:p>
        </w:tc>
        <w:tc>
          <w:tcPr>
            <w:tcW w:w="1620" w:type="dxa"/>
            <w:shd w:val="clear" w:color="auto" w:fill="auto"/>
          </w:tcPr>
          <w:p w:rsidR="00426AF2" w:rsidRPr="004C1C77" w:rsidRDefault="00426AF2" w:rsidP="004C1C77">
            <w:pPr>
              <w:jc w:val="center"/>
              <w:rPr>
                <w:b/>
                <w:sz w:val="22"/>
                <w:szCs w:val="22"/>
              </w:rPr>
            </w:pPr>
            <w:r w:rsidRPr="004C1C77">
              <w:rPr>
                <w:b/>
                <w:sz w:val="22"/>
                <w:szCs w:val="22"/>
              </w:rPr>
              <w:t>Extra Ordinary Achievements</w:t>
            </w:r>
          </w:p>
        </w:tc>
      </w:tr>
      <w:tr w:rsidR="00426AF2" w:rsidRPr="004C1C77" w:rsidTr="004C1C77">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620" w:type="dxa"/>
            <w:shd w:val="clear" w:color="auto" w:fill="auto"/>
          </w:tcPr>
          <w:p w:rsidR="00426AF2" w:rsidRPr="004C1C77" w:rsidRDefault="00426AF2"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bl>
    <w:p w:rsidR="00426AF2" w:rsidRDefault="00426AF2"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jc w:val="both"/>
            </w:pPr>
            <w:r>
              <w:t>16.</w:t>
            </w:r>
          </w:p>
        </w:tc>
        <w:tc>
          <w:tcPr>
            <w:tcW w:w="5222" w:type="dxa"/>
            <w:shd w:val="clear" w:color="auto" w:fill="auto"/>
          </w:tcPr>
          <w:p w:rsidR="00894CD4" w:rsidRPr="004C1C77" w:rsidRDefault="00894CD4" w:rsidP="00A04B47">
            <w:pPr>
              <w:rPr>
                <w:b/>
              </w:rPr>
            </w:pPr>
            <w:r w:rsidRPr="004C1C77">
              <w:rPr>
                <w:b/>
              </w:rPr>
              <w:t>Retired on VRS / Superannuation</w:t>
            </w:r>
          </w:p>
        </w:tc>
        <w:tc>
          <w:tcPr>
            <w:tcW w:w="360" w:type="dxa"/>
            <w:shd w:val="clear" w:color="auto" w:fill="auto"/>
          </w:tcPr>
          <w:p w:rsidR="00894CD4" w:rsidRDefault="00894CD4" w:rsidP="004C1C77">
            <w:pPr>
              <w:jc w:val="both"/>
            </w:pPr>
            <w:r>
              <w:t>:</w:t>
            </w:r>
          </w:p>
        </w:tc>
        <w:tc>
          <w:tcPr>
            <w:tcW w:w="3584" w:type="dxa"/>
            <w:shd w:val="clear" w:color="auto" w:fill="auto"/>
          </w:tcPr>
          <w:p w:rsidR="00894CD4" w:rsidRPr="004C1C77" w:rsidRDefault="00894CD4" w:rsidP="004C1C77">
            <w:pPr>
              <w:jc w:val="both"/>
              <w:rPr>
                <w:sz w:val="16"/>
                <w:szCs w:val="16"/>
              </w:rPr>
            </w:pPr>
          </w:p>
          <w:p w:rsidR="00894CD4" w:rsidRPr="004C1C77" w:rsidRDefault="00894CD4" w:rsidP="004C1C77">
            <w:pPr>
              <w:jc w:val="both"/>
              <w:rPr>
                <w:sz w:val="16"/>
                <w:szCs w:val="16"/>
              </w:rPr>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Date of Retirement</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Total years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rsidRPr="003766A3">
              <w:t xml:space="preserve">                       </w:t>
            </w:r>
            <w:r>
              <w:t xml:space="preserve"> </w:t>
            </w:r>
            <w:r w:rsidRPr="003766A3">
              <w:t xml:space="preserve">  Y</w:t>
            </w:r>
            <w:r>
              <w:t>ears.</w:t>
            </w:r>
            <w:r w:rsidRPr="003766A3">
              <w:t xml:space="preserve">  </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Out of which as an Officer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No. of years worked as Rural Branch Managers</w:t>
            </w:r>
          </w:p>
        </w:tc>
        <w:tc>
          <w:tcPr>
            <w:tcW w:w="360" w:type="dxa"/>
            <w:shd w:val="clear" w:color="auto" w:fill="auto"/>
          </w:tcPr>
          <w:p w:rsidR="00894CD4" w:rsidRDefault="005E0FD8"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 </w:t>
            </w:r>
          </w:p>
        </w:tc>
      </w:tr>
    </w:tbl>
    <w:p w:rsidR="003766A3" w:rsidRDefault="003766A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spacing w:line="360" w:lineRule="auto"/>
              <w:jc w:val="both"/>
            </w:pPr>
            <w:r>
              <w:t>17.</w:t>
            </w:r>
          </w:p>
        </w:tc>
        <w:tc>
          <w:tcPr>
            <w:tcW w:w="5222" w:type="dxa"/>
            <w:shd w:val="clear" w:color="auto" w:fill="auto"/>
          </w:tcPr>
          <w:p w:rsidR="00894CD4" w:rsidRPr="004C1C77" w:rsidRDefault="00894CD4" w:rsidP="004C1C77">
            <w:pPr>
              <w:spacing w:line="360" w:lineRule="auto"/>
              <w:rPr>
                <w:b/>
              </w:rPr>
            </w:pPr>
            <w:r w:rsidRPr="004C1C77">
              <w:rPr>
                <w:b/>
              </w:rPr>
              <w:t>Date of issue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4C1C77" w:rsidRDefault="00894CD4" w:rsidP="004C1C77">
            <w:pPr>
              <w:spacing w:line="360" w:lineRule="auto"/>
              <w:jc w:val="both"/>
              <w:rPr>
                <w:sz w:val="16"/>
                <w:szCs w:val="16"/>
              </w:rPr>
            </w:pPr>
          </w:p>
          <w:p w:rsidR="00894CD4" w:rsidRPr="004C1C77" w:rsidRDefault="00894CD4" w:rsidP="004C1C77">
            <w:pPr>
              <w:spacing w:line="360" w:lineRule="auto"/>
              <w:jc w:val="both"/>
              <w:rPr>
                <w:sz w:val="16"/>
                <w:szCs w:val="16"/>
              </w:rPr>
            </w:pPr>
          </w:p>
        </w:tc>
      </w:tr>
      <w:tr w:rsidR="00894CD4" w:rsidRPr="003766A3"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Certificate of previous Employer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bl>
    <w:p w:rsidR="00894CD4" w:rsidRDefault="00894CD4" w:rsidP="00894CD4">
      <w:pPr>
        <w:spacing w:line="360" w:lineRule="auto"/>
        <w:jc w:val="both"/>
      </w:pPr>
    </w:p>
    <w:p w:rsidR="008270DA" w:rsidRDefault="008270DA" w:rsidP="00894CD4">
      <w:pPr>
        <w:spacing w:line="360" w:lineRule="auto"/>
        <w:jc w:val="both"/>
      </w:pPr>
    </w:p>
    <w:p w:rsidR="00D56A7B" w:rsidRPr="00D56A7B" w:rsidRDefault="00D56A7B" w:rsidP="00D56A7B">
      <w:pPr>
        <w:rPr>
          <w:sz w:val="12"/>
          <w:szCs w:val="12"/>
        </w:rPr>
      </w:pPr>
      <w:r w:rsidRPr="00D56A7B">
        <w:rPr>
          <w:sz w:val="12"/>
          <w:szCs w:val="12"/>
        </w:rPr>
        <w:t>Rd-2925-RSETI-recruitment details</w:t>
      </w: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C1C77" w:rsidTr="004C1C77">
        <w:tc>
          <w:tcPr>
            <w:tcW w:w="646" w:type="dxa"/>
            <w:vMerge w:val="restart"/>
            <w:shd w:val="clear" w:color="auto" w:fill="auto"/>
          </w:tcPr>
          <w:p w:rsidR="008270DA" w:rsidRDefault="008270DA" w:rsidP="004C1C77">
            <w:pPr>
              <w:jc w:val="both"/>
            </w:pPr>
            <w:r>
              <w:t>18.</w:t>
            </w:r>
          </w:p>
        </w:tc>
        <w:tc>
          <w:tcPr>
            <w:tcW w:w="4198" w:type="dxa"/>
            <w:gridSpan w:val="2"/>
            <w:shd w:val="clear" w:color="auto" w:fill="auto"/>
          </w:tcPr>
          <w:p w:rsidR="008270DA" w:rsidRPr="004C1C77" w:rsidRDefault="008270DA" w:rsidP="00A04B47">
            <w:pPr>
              <w:rPr>
                <w:b/>
                <w:u w:val="single"/>
              </w:rPr>
            </w:pPr>
            <w:r w:rsidRPr="004C1C77">
              <w:rPr>
                <w:b/>
                <w:u w:val="single"/>
              </w:rPr>
              <w:t>Details of Present Employment</w:t>
            </w:r>
          </w:p>
        </w:tc>
        <w:tc>
          <w:tcPr>
            <w:tcW w:w="304" w:type="dxa"/>
            <w:shd w:val="clear" w:color="auto" w:fill="auto"/>
          </w:tcPr>
          <w:p w:rsidR="008270DA" w:rsidRDefault="008270DA" w:rsidP="004C1C77">
            <w:pPr>
              <w:jc w:val="both"/>
            </w:pP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(a)</w:t>
            </w:r>
          </w:p>
        </w:tc>
        <w:tc>
          <w:tcPr>
            <w:tcW w:w="3656" w:type="dxa"/>
            <w:shd w:val="clear" w:color="auto" w:fill="auto"/>
          </w:tcPr>
          <w:p w:rsidR="008270DA" w:rsidRPr="004C1C77" w:rsidRDefault="008270DA" w:rsidP="00A04B47">
            <w:pPr>
              <w:rPr>
                <w:b/>
              </w:rPr>
            </w:pPr>
            <w:proofErr w:type="spellStart"/>
            <w:r w:rsidRPr="004C1C77">
              <w:rPr>
                <w:b/>
              </w:rPr>
              <w:t>Organisation</w:t>
            </w:r>
            <w:proofErr w:type="spellEnd"/>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(b)</w:t>
            </w:r>
          </w:p>
        </w:tc>
        <w:tc>
          <w:tcPr>
            <w:tcW w:w="3656" w:type="dxa"/>
            <w:shd w:val="clear" w:color="auto" w:fill="auto"/>
          </w:tcPr>
          <w:p w:rsidR="008270DA" w:rsidRPr="004C1C77" w:rsidRDefault="008270DA" w:rsidP="00A04B47">
            <w:pPr>
              <w:rPr>
                <w:b/>
              </w:rPr>
            </w:pPr>
            <w:r w:rsidRPr="004C1C77">
              <w:rPr>
                <w:b/>
              </w:rPr>
              <w:t>Full Address</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(c)</w:t>
            </w:r>
          </w:p>
        </w:tc>
        <w:tc>
          <w:tcPr>
            <w:tcW w:w="3656" w:type="dxa"/>
            <w:shd w:val="clear" w:color="auto" w:fill="auto"/>
          </w:tcPr>
          <w:p w:rsidR="008270DA" w:rsidRPr="004C1C77" w:rsidRDefault="008270DA" w:rsidP="00A04B47">
            <w:pPr>
              <w:rPr>
                <w:b/>
              </w:rPr>
            </w:pPr>
            <w:r w:rsidRPr="004C1C77">
              <w:rPr>
                <w:b/>
              </w:rPr>
              <w:t>Position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(d)</w:t>
            </w:r>
          </w:p>
        </w:tc>
        <w:tc>
          <w:tcPr>
            <w:tcW w:w="3656" w:type="dxa"/>
            <w:shd w:val="clear" w:color="auto" w:fill="auto"/>
          </w:tcPr>
          <w:p w:rsidR="008270DA" w:rsidRPr="004C1C77" w:rsidRDefault="008270DA" w:rsidP="00A04B47">
            <w:pPr>
              <w:rPr>
                <w:b/>
              </w:rPr>
            </w:pPr>
            <w:r w:rsidRPr="004C1C77">
              <w:rPr>
                <w:b/>
              </w:rPr>
              <w:t>Reporting to</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(e)</w:t>
            </w:r>
          </w:p>
        </w:tc>
        <w:tc>
          <w:tcPr>
            <w:tcW w:w="3656" w:type="dxa"/>
            <w:shd w:val="clear" w:color="auto" w:fill="auto"/>
          </w:tcPr>
          <w:p w:rsidR="008270DA" w:rsidRPr="004C1C77" w:rsidRDefault="008270DA" w:rsidP="00A04B47">
            <w:pPr>
              <w:rPr>
                <w:b/>
              </w:rPr>
            </w:pPr>
            <w:r w:rsidRPr="004C1C77">
              <w:rPr>
                <w:b/>
              </w:rPr>
              <w:t xml:space="preserve">Salary / Compensation </w:t>
            </w:r>
          </w:p>
          <w:p w:rsidR="008270DA" w:rsidRPr="004C1C77" w:rsidRDefault="008270DA" w:rsidP="00A04B47">
            <w:pPr>
              <w:rPr>
                <w:b/>
              </w:rPr>
            </w:pPr>
            <w:r w:rsidRPr="004C1C77">
              <w:rPr>
                <w:b/>
              </w:rPr>
              <w:t>Presently drawn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19.</w:t>
            </w:r>
          </w:p>
        </w:tc>
        <w:tc>
          <w:tcPr>
            <w:tcW w:w="9166" w:type="dxa"/>
            <w:shd w:val="clear" w:color="auto" w:fill="auto"/>
          </w:tcPr>
          <w:p w:rsidR="00191353" w:rsidRPr="004C1C77" w:rsidRDefault="00191353" w:rsidP="004C1C77">
            <w:pPr>
              <w:jc w:val="both"/>
              <w:rPr>
                <w:sz w:val="16"/>
                <w:szCs w:val="16"/>
              </w:rPr>
            </w:pPr>
            <w:r w:rsidRPr="004C1C77">
              <w:rPr>
                <w:b/>
              </w:rPr>
              <w:t>Brief details of experience in the Bank in respect of working in Rural Area / as Rural Development In-Charge / As Faculty / As LDM.</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20..</w:t>
            </w:r>
          </w:p>
        </w:tc>
        <w:tc>
          <w:tcPr>
            <w:tcW w:w="9166" w:type="dxa"/>
            <w:shd w:val="clear" w:color="auto" w:fill="auto"/>
          </w:tcPr>
          <w:p w:rsidR="00191353" w:rsidRPr="004C1C77" w:rsidRDefault="00191353" w:rsidP="004C1C77">
            <w:pPr>
              <w:jc w:val="both"/>
              <w:rPr>
                <w:sz w:val="16"/>
                <w:szCs w:val="16"/>
              </w:rPr>
            </w:pPr>
            <w:r w:rsidRPr="004C1C77">
              <w:rPr>
                <w:b/>
              </w:rPr>
              <w:t>Significant Achievement (if any) in respect of above assignments:</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C1C77" w:rsidTr="004C1C77">
        <w:tc>
          <w:tcPr>
            <w:tcW w:w="646" w:type="dxa"/>
            <w:vMerge w:val="restart"/>
            <w:shd w:val="clear" w:color="auto" w:fill="auto"/>
          </w:tcPr>
          <w:p w:rsidR="00191353" w:rsidRDefault="00191353" w:rsidP="004C1C77">
            <w:pPr>
              <w:jc w:val="both"/>
            </w:pPr>
            <w:r>
              <w:t>21.</w:t>
            </w:r>
          </w:p>
        </w:tc>
        <w:tc>
          <w:tcPr>
            <w:tcW w:w="9166" w:type="dxa"/>
            <w:gridSpan w:val="2"/>
            <w:shd w:val="clear" w:color="auto" w:fill="auto"/>
          </w:tcPr>
          <w:p w:rsidR="00191353" w:rsidRPr="004C1C77" w:rsidRDefault="00191353" w:rsidP="004C1C77">
            <w:pPr>
              <w:jc w:val="both"/>
              <w:rPr>
                <w:b/>
              </w:rPr>
            </w:pPr>
            <w:r w:rsidRPr="004C1C77">
              <w:rPr>
                <w:b/>
              </w:rPr>
              <w:t>Name &amp; Address of two references:</w:t>
            </w:r>
          </w:p>
          <w:p w:rsidR="00191353" w:rsidRPr="004C1C77" w:rsidRDefault="00191353" w:rsidP="004C1C77">
            <w:pPr>
              <w:jc w:val="both"/>
              <w:rPr>
                <w:sz w:val="16"/>
                <w:szCs w:val="16"/>
              </w:rPr>
            </w:pPr>
          </w:p>
        </w:tc>
      </w:tr>
      <w:tr w:rsidR="00191353" w:rsidRPr="004C1C77" w:rsidTr="004C1C77">
        <w:tc>
          <w:tcPr>
            <w:tcW w:w="646" w:type="dxa"/>
            <w:vMerge/>
            <w:shd w:val="clear" w:color="auto" w:fill="auto"/>
          </w:tcPr>
          <w:p w:rsidR="00191353" w:rsidRDefault="00191353" w:rsidP="004C1C77">
            <w:pPr>
              <w:jc w:val="both"/>
            </w:pPr>
          </w:p>
        </w:tc>
        <w:tc>
          <w:tcPr>
            <w:tcW w:w="4583" w:type="dxa"/>
            <w:shd w:val="clear" w:color="auto" w:fill="auto"/>
          </w:tcPr>
          <w:p w:rsidR="00191353" w:rsidRPr="004C1C77" w:rsidRDefault="00191353" w:rsidP="004C1C77">
            <w:pPr>
              <w:jc w:val="center"/>
              <w:rPr>
                <w:b/>
              </w:rPr>
            </w:pPr>
            <w:r w:rsidRPr="004C1C77">
              <w:rPr>
                <w:b/>
              </w:rPr>
              <w:t>(1)</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c>
          <w:tcPr>
            <w:tcW w:w="4583" w:type="dxa"/>
            <w:shd w:val="clear" w:color="auto" w:fill="auto"/>
          </w:tcPr>
          <w:p w:rsidR="00191353" w:rsidRPr="004C1C77" w:rsidRDefault="00191353" w:rsidP="004C1C77">
            <w:pPr>
              <w:jc w:val="center"/>
              <w:rPr>
                <w:b/>
              </w:rPr>
            </w:pPr>
            <w:r w:rsidRPr="004C1C77">
              <w:rPr>
                <w:b/>
              </w:rPr>
              <w:t>(2)</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r>
    </w:tbl>
    <w:p w:rsidR="00191353" w:rsidRDefault="00191353" w:rsidP="00894CD4">
      <w:pPr>
        <w:spacing w:line="360" w:lineRule="auto"/>
        <w:jc w:val="both"/>
      </w:pPr>
    </w:p>
    <w:p w:rsidR="00C0730D" w:rsidRDefault="00C0730D" w:rsidP="00894CD4">
      <w:pPr>
        <w:spacing w:line="360" w:lineRule="auto"/>
        <w:jc w:val="both"/>
      </w:pPr>
    </w:p>
    <w:p w:rsidR="00D56A7B" w:rsidRPr="00D56A7B" w:rsidRDefault="00D56A7B" w:rsidP="00D56A7B">
      <w:pPr>
        <w:rPr>
          <w:sz w:val="12"/>
          <w:szCs w:val="12"/>
        </w:rPr>
      </w:pPr>
      <w:r w:rsidRPr="00D56A7B">
        <w:rPr>
          <w:sz w:val="12"/>
          <w:szCs w:val="12"/>
        </w:rPr>
        <w:lastRenderedPageBreak/>
        <w:t>Rd-2925-RSETI-recruitment details</w:t>
      </w: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Pr="00CB2A3B" w:rsidRDefault="00C0730D" w:rsidP="00894CD4">
      <w:pPr>
        <w:spacing w:line="360" w:lineRule="auto"/>
        <w:jc w:val="both"/>
        <w:rPr>
          <w:b/>
          <w:u w:val="single"/>
        </w:rPr>
      </w:pPr>
      <w:r w:rsidRPr="00CB2A3B">
        <w:rPr>
          <w:b/>
          <w:u w:val="single"/>
        </w:rPr>
        <w:t>DECLARATION:</w:t>
      </w:r>
    </w:p>
    <w:p w:rsidR="00C0730D" w:rsidRDefault="00C0730D" w:rsidP="00894CD4">
      <w:pPr>
        <w:spacing w:line="360" w:lineRule="auto"/>
        <w:jc w:val="both"/>
      </w:pPr>
    </w:p>
    <w:p w:rsidR="00C0730D" w:rsidRDefault="00C0730D" w:rsidP="00894CD4">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6B224F" w:rsidRDefault="006B224F" w:rsidP="00894CD4">
      <w:pPr>
        <w:spacing w:line="360" w:lineRule="auto"/>
        <w:jc w:val="both"/>
      </w:pPr>
    </w:p>
    <w:p w:rsidR="006B224F" w:rsidRDefault="006B224F" w:rsidP="00894CD4">
      <w:pPr>
        <w:spacing w:line="360" w:lineRule="auto"/>
        <w:jc w:val="both"/>
      </w:pPr>
      <w: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Default="00CB2A3B" w:rsidP="00894CD4">
      <w:pPr>
        <w:spacing w:line="360" w:lineRule="auto"/>
        <w:jc w:val="both"/>
      </w:pPr>
    </w:p>
    <w:p w:rsidR="00CB2A3B" w:rsidRDefault="00CB2A3B" w:rsidP="00894CD4">
      <w:pPr>
        <w:spacing w:line="360" w:lineRule="auto"/>
        <w:jc w:val="both"/>
      </w:pPr>
    </w:p>
    <w:p w:rsidR="00CB2A3B" w:rsidRDefault="00CB2A3B" w:rsidP="00CB2A3B">
      <w:pPr>
        <w:jc w:val="both"/>
      </w:pPr>
      <w:r>
        <w:t>____________________</w:t>
      </w:r>
    </w:p>
    <w:p w:rsidR="00CB2A3B" w:rsidRPr="00CB2A3B" w:rsidRDefault="00CB2A3B" w:rsidP="00CB2A3B">
      <w:pPr>
        <w:jc w:val="both"/>
        <w:rPr>
          <w:b/>
        </w:rPr>
      </w:pPr>
      <w:r w:rsidRPr="00CB2A3B">
        <w:rPr>
          <w:b/>
        </w:rPr>
        <w:t>(Signature of applicant)</w:t>
      </w:r>
    </w:p>
    <w:p w:rsidR="00CB2A3B" w:rsidRDefault="00CB2A3B" w:rsidP="00CB2A3B">
      <w:pPr>
        <w:jc w:val="both"/>
      </w:pPr>
    </w:p>
    <w:p w:rsidR="00CB2A3B" w:rsidRDefault="00CB2A3B" w:rsidP="00CB2A3B">
      <w:pPr>
        <w:jc w:val="both"/>
      </w:pPr>
    </w:p>
    <w:p w:rsidR="00CB2A3B" w:rsidRDefault="00CB2A3B" w:rsidP="00CB2A3B">
      <w:pPr>
        <w:jc w:val="both"/>
      </w:pPr>
      <w:r>
        <w:t>Place : __________________________.</w:t>
      </w:r>
    </w:p>
    <w:p w:rsidR="00CB2A3B" w:rsidRDefault="00CB2A3B" w:rsidP="00CB2A3B">
      <w:pPr>
        <w:jc w:val="both"/>
      </w:pPr>
    </w:p>
    <w:p w:rsidR="00CB2A3B" w:rsidRDefault="00CB2A3B" w:rsidP="00CB2A3B">
      <w:pPr>
        <w:jc w:val="both"/>
      </w:pPr>
      <w:r>
        <w:t>Date : __________________________</w:t>
      </w:r>
    </w:p>
    <w:p w:rsidR="00CB2A3B" w:rsidRDefault="00CB2A3B" w:rsidP="00CB2A3B">
      <w:pPr>
        <w:jc w:val="both"/>
      </w:pPr>
    </w:p>
    <w:p w:rsidR="00CB2A3B" w:rsidRDefault="00CB2A3B" w:rsidP="00CB2A3B">
      <w:pPr>
        <w:jc w:val="both"/>
      </w:pPr>
      <w:r>
        <w:t>Enclosures:</w:t>
      </w:r>
    </w:p>
    <w:p w:rsidR="00CB2A3B" w:rsidRDefault="00CB2A3B" w:rsidP="00CB2A3B">
      <w:pPr>
        <w:jc w:val="both"/>
      </w:pPr>
    </w:p>
    <w:p w:rsidR="00CB2A3B" w:rsidRDefault="00CB2A3B" w:rsidP="00CB2A3B">
      <w:pPr>
        <w:jc w:val="both"/>
      </w:pPr>
      <w:r>
        <w:t>1.</w:t>
      </w:r>
    </w:p>
    <w:p w:rsidR="00CB2A3B" w:rsidRDefault="00CB2A3B" w:rsidP="00CB2A3B">
      <w:pPr>
        <w:jc w:val="both"/>
      </w:pPr>
    </w:p>
    <w:p w:rsidR="00CB2A3B" w:rsidRDefault="00CB2A3B" w:rsidP="00CB2A3B">
      <w:pPr>
        <w:jc w:val="both"/>
      </w:pPr>
      <w:r>
        <w:t>2.</w:t>
      </w:r>
    </w:p>
    <w:p w:rsidR="00CB2A3B" w:rsidRDefault="00CB2A3B" w:rsidP="00CB2A3B">
      <w:pPr>
        <w:jc w:val="both"/>
      </w:pPr>
    </w:p>
    <w:p w:rsidR="00CB2A3B" w:rsidRDefault="00CB2A3B" w:rsidP="00CB2A3B">
      <w:pPr>
        <w:jc w:val="both"/>
      </w:pPr>
      <w:r>
        <w:t>3.</w:t>
      </w:r>
    </w:p>
    <w:p w:rsidR="00CB2A3B" w:rsidRDefault="00CB2A3B" w:rsidP="00CB2A3B">
      <w:pPr>
        <w:jc w:val="both"/>
      </w:pPr>
    </w:p>
    <w:p w:rsidR="00CB2A3B" w:rsidRDefault="00CB2A3B" w:rsidP="00CB2A3B">
      <w:pPr>
        <w:jc w:val="both"/>
      </w:pPr>
      <w:r>
        <w:t>4.</w:t>
      </w:r>
    </w:p>
    <w:p w:rsidR="00CB2A3B" w:rsidRDefault="00CB2A3B" w:rsidP="00CB2A3B">
      <w:pPr>
        <w:jc w:val="both"/>
      </w:pPr>
    </w:p>
    <w:p w:rsidR="00CB2A3B" w:rsidRDefault="00CB2A3B" w:rsidP="00CB2A3B">
      <w:pPr>
        <w:jc w:val="both"/>
      </w:pPr>
      <w:r>
        <w:t>5.</w:t>
      </w:r>
    </w:p>
    <w:p w:rsidR="00D56A7B" w:rsidRDefault="00D56A7B" w:rsidP="00CB2A3B">
      <w:pPr>
        <w:jc w:val="both"/>
      </w:pPr>
    </w:p>
    <w:p w:rsidR="00D56A7B" w:rsidRDefault="00D56A7B" w:rsidP="00CB2A3B">
      <w:pPr>
        <w:jc w:val="both"/>
      </w:pPr>
    </w:p>
    <w:p w:rsidR="00D56A7B" w:rsidRDefault="00D56A7B" w:rsidP="00CB2A3B">
      <w:pPr>
        <w:jc w:val="both"/>
      </w:pPr>
    </w:p>
    <w:p w:rsidR="00D56A7B" w:rsidRDefault="00D56A7B" w:rsidP="00CB2A3B">
      <w:pPr>
        <w:jc w:val="both"/>
      </w:pPr>
    </w:p>
    <w:p w:rsidR="00D56A7B" w:rsidRPr="00D56A7B" w:rsidRDefault="00D56A7B" w:rsidP="00D56A7B">
      <w:pPr>
        <w:rPr>
          <w:sz w:val="12"/>
          <w:szCs w:val="12"/>
        </w:rPr>
      </w:pPr>
      <w:r w:rsidRPr="00D56A7B">
        <w:rPr>
          <w:sz w:val="12"/>
          <w:szCs w:val="12"/>
        </w:rPr>
        <w:t>Rd-2925-RSETI-recruitment details</w:t>
      </w:r>
    </w:p>
    <w:p w:rsidR="00D56A7B" w:rsidRPr="00D04393" w:rsidRDefault="00D56A7B" w:rsidP="00CB2A3B">
      <w:pPr>
        <w:jc w:val="both"/>
      </w:pPr>
    </w:p>
    <w:sectPr w:rsidR="00D56A7B" w:rsidRPr="00D04393" w:rsidSect="00E67E13">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281" w:rsidRDefault="002D6281">
      <w:r>
        <w:separator/>
      </w:r>
    </w:p>
  </w:endnote>
  <w:endnote w:type="continuationSeparator" w:id="0">
    <w:p w:rsidR="002D6281" w:rsidRDefault="002D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281" w:rsidRDefault="002D6281">
      <w:r>
        <w:separator/>
      </w:r>
    </w:p>
  </w:footnote>
  <w:footnote w:type="continuationSeparator" w:id="0">
    <w:p w:rsidR="002D6281" w:rsidRDefault="002D6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108CF"/>
    <w:rsid w:val="001123B4"/>
    <w:rsid w:val="00114D11"/>
    <w:rsid w:val="00116312"/>
    <w:rsid w:val="00121F4A"/>
    <w:rsid w:val="0012215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588D"/>
    <w:rsid w:val="00176367"/>
    <w:rsid w:val="00186D2E"/>
    <w:rsid w:val="00191353"/>
    <w:rsid w:val="001A3D9E"/>
    <w:rsid w:val="001A57C6"/>
    <w:rsid w:val="001A6CC5"/>
    <w:rsid w:val="001B14C1"/>
    <w:rsid w:val="001B3363"/>
    <w:rsid w:val="001B4453"/>
    <w:rsid w:val="001C101A"/>
    <w:rsid w:val="001C13CD"/>
    <w:rsid w:val="001C5D23"/>
    <w:rsid w:val="001C79F6"/>
    <w:rsid w:val="001D3172"/>
    <w:rsid w:val="001D36C2"/>
    <w:rsid w:val="001D6979"/>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26D"/>
    <w:rsid w:val="00265B80"/>
    <w:rsid w:val="00271C97"/>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B03DE"/>
    <w:rsid w:val="002B1325"/>
    <w:rsid w:val="002B2892"/>
    <w:rsid w:val="002B2D76"/>
    <w:rsid w:val="002B2F81"/>
    <w:rsid w:val="002B5C4E"/>
    <w:rsid w:val="002B752B"/>
    <w:rsid w:val="002B7DD7"/>
    <w:rsid w:val="002C093E"/>
    <w:rsid w:val="002C0E21"/>
    <w:rsid w:val="002C2DFB"/>
    <w:rsid w:val="002C4DE3"/>
    <w:rsid w:val="002C6BCD"/>
    <w:rsid w:val="002C7988"/>
    <w:rsid w:val="002D225D"/>
    <w:rsid w:val="002D4A81"/>
    <w:rsid w:val="002D4AD3"/>
    <w:rsid w:val="002D4FAF"/>
    <w:rsid w:val="002D6281"/>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5110E"/>
    <w:rsid w:val="00453648"/>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26DC"/>
    <w:rsid w:val="004A55D2"/>
    <w:rsid w:val="004A62C9"/>
    <w:rsid w:val="004B0DCD"/>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41E9F"/>
    <w:rsid w:val="005423C4"/>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AF5"/>
    <w:rsid w:val="00614693"/>
    <w:rsid w:val="006146AD"/>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2404"/>
    <w:rsid w:val="006848EB"/>
    <w:rsid w:val="0068720D"/>
    <w:rsid w:val="00687614"/>
    <w:rsid w:val="006905D0"/>
    <w:rsid w:val="00694842"/>
    <w:rsid w:val="00695161"/>
    <w:rsid w:val="006A3043"/>
    <w:rsid w:val="006A7DED"/>
    <w:rsid w:val="006A7F97"/>
    <w:rsid w:val="006B224F"/>
    <w:rsid w:val="006B3F97"/>
    <w:rsid w:val="006C3F1A"/>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3A52"/>
    <w:rsid w:val="00726E70"/>
    <w:rsid w:val="007307CF"/>
    <w:rsid w:val="007319DA"/>
    <w:rsid w:val="007336C9"/>
    <w:rsid w:val="0073387D"/>
    <w:rsid w:val="00734D63"/>
    <w:rsid w:val="00742B4D"/>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2AA7"/>
    <w:rsid w:val="007A3B8A"/>
    <w:rsid w:val="007A6E3C"/>
    <w:rsid w:val="007B325B"/>
    <w:rsid w:val="007B54FD"/>
    <w:rsid w:val="007C13D3"/>
    <w:rsid w:val="007C3486"/>
    <w:rsid w:val="007C3F93"/>
    <w:rsid w:val="007C4977"/>
    <w:rsid w:val="007C51C4"/>
    <w:rsid w:val="007C5A43"/>
    <w:rsid w:val="007D490A"/>
    <w:rsid w:val="007D669B"/>
    <w:rsid w:val="007D6AD0"/>
    <w:rsid w:val="007E147D"/>
    <w:rsid w:val="007E6EE9"/>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763"/>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B34"/>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3DAF"/>
    <w:rsid w:val="00944473"/>
    <w:rsid w:val="00944BEC"/>
    <w:rsid w:val="00945BCC"/>
    <w:rsid w:val="00947C70"/>
    <w:rsid w:val="0095400B"/>
    <w:rsid w:val="009546EF"/>
    <w:rsid w:val="00955A2B"/>
    <w:rsid w:val="0096488D"/>
    <w:rsid w:val="00966D5F"/>
    <w:rsid w:val="00966D92"/>
    <w:rsid w:val="0096792D"/>
    <w:rsid w:val="0097351A"/>
    <w:rsid w:val="0097404B"/>
    <w:rsid w:val="009819F1"/>
    <w:rsid w:val="009838B2"/>
    <w:rsid w:val="009858DD"/>
    <w:rsid w:val="0099064D"/>
    <w:rsid w:val="00991529"/>
    <w:rsid w:val="00992531"/>
    <w:rsid w:val="009958AB"/>
    <w:rsid w:val="00995B19"/>
    <w:rsid w:val="009A0EB9"/>
    <w:rsid w:val="009A2CC8"/>
    <w:rsid w:val="009A79D9"/>
    <w:rsid w:val="009A7E4B"/>
    <w:rsid w:val="009B184C"/>
    <w:rsid w:val="009B4D51"/>
    <w:rsid w:val="009B6A6A"/>
    <w:rsid w:val="009D0AA6"/>
    <w:rsid w:val="009D2903"/>
    <w:rsid w:val="009D3EBE"/>
    <w:rsid w:val="009D7E85"/>
    <w:rsid w:val="009E01EE"/>
    <w:rsid w:val="009E46B9"/>
    <w:rsid w:val="009E78BB"/>
    <w:rsid w:val="009F07F2"/>
    <w:rsid w:val="009F2142"/>
    <w:rsid w:val="009F610B"/>
    <w:rsid w:val="00A01B36"/>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185"/>
    <w:rsid w:val="00AB3141"/>
    <w:rsid w:val="00AB31B7"/>
    <w:rsid w:val="00AB7DFF"/>
    <w:rsid w:val="00AC6C8B"/>
    <w:rsid w:val="00AE0715"/>
    <w:rsid w:val="00AE1E26"/>
    <w:rsid w:val="00AE1E76"/>
    <w:rsid w:val="00AE5054"/>
    <w:rsid w:val="00AE743A"/>
    <w:rsid w:val="00AF0D19"/>
    <w:rsid w:val="00AF0E7A"/>
    <w:rsid w:val="00B00DDC"/>
    <w:rsid w:val="00B02FBE"/>
    <w:rsid w:val="00B05CB0"/>
    <w:rsid w:val="00B1626E"/>
    <w:rsid w:val="00B16A14"/>
    <w:rsid w:val="00B17F82"/>
    <w:rsid w:val="00B20107"/>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71F25"/>
    <w:rsid w:val="00B73406"/>
    <w:rsid w:val="00B75060"/>
    <w:rsid w:val="00B77C43"/>
    <w:rsid w:val="00B77F5D"/>
    <w:rsid w:val="00B82A8B"/>
    <w:rsid w:val="00B83BD2"/>
    <w:rsid w:val="00B8795C"/>
    <w:rsid w:val="00B920BE"/>
    <w:rsid w:val="00B9213F"/>
    <w:rsid w:val="00B9761D"/>
    <w:rsid w:val="00BA1102"/>
    <w:rsid w:val="00BB14B1"/>
    <w:rsid w:val="00BB2AE6"/>
    <w:rsid w:val="00BB3A4A"/>
    <w:rsid w:val="00BB3E28"/>
    <w:rsid w:val="00BC047F"/>
    <w:rsid w:val="00BC4148"/>
    <w:rsid w:val="00BD17BF"/>
    <w:rsid w:val="00BD2E6B"/>
    <w:rsid w:val="00BD3848"/>
    <w:rsid w:val="00BD3EF4"/>
    <w:rsid w:val="00BE0A98"/>
    <w:rsid w:val="00BE133B"/>
    <w:rsid w:val="00BE4BD8"/>
    <w:rsid w:val="00BE7B26"/>
    <w:rsid w:val="00BF05C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3D07"/>
    <w:rsid w:val="00C35C8D"/>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B05"/>
    <w:rsid w:val="00D202F2"/>
    <w:rsid w:val="00D20A9B"/>
    <w:rsid w:val="00D222E5"/>
    <w:rsid w:val="00D23C27"/>
    <w:rsid w:val="00D26407"/>
    <w:rsid w:val="00D26505"/>
    <w:rsid w:val="00D34739"/>
    <w:rsid w:val="00D422D9"/>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42052"/>
    <w:rsid w:val="00E4373D"/>
    <w:rsid w:val="00E43FD5"/>
    <w:rsid w:val="00E46CCD"/>
    <w:rsid w:val="00E472C4"/>
    <w:rsid w:val="00E55798"/>
    <w:rsid w:val="00E644F8"/>
    <w:rsid w:val="00E67E13"/>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Template>
  <TotalTime>32</TotalTime>
  <Pages>4</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BHARTI MISHRA</cp:lastModifiedBy>
  <cp:revision>5</cp:revision>
  <cp:lastPrinted>2014-05-10T06:06:00Z</cp:lastPrinted>
  <dcterms:created xsi:type="dcterms:W3CDTF">2014-08-07T05:32:00Z</dcterms:created>
  <dcterms:modified xsi:type="dcterms:W3CDTF">2019-05-31T12:52:00Z</dcterms:modified>
</cp:coreProperties>
</file>